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4D5FDD" w:rsidRPr="001A3932">
        <w:tc>
          <w:tcPr>
            <w:tcW w:w="9104" w:type="dxa"/>
            <w:shd w:val="clear" w:color="auto" w:fill="D3DFEE"/>
          </w:tcPr>
          <w:p w:rsidR="004D5FDD" w:rsidRPr="001A3932" w:rsidRDefault="004D5FDD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4D5FDD" w:rsidRPr="001A3932" w:rsidRDefault="004D5FDD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4D5FDD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4D5FDD" w:rsidRPr="00E53649" w:rsidRDefault="004D5FDD" w:rsidP="006D4C1C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Pr="006D4C1C">
              <w:rPr>
                <w:rFonts w:ascii="Times New Roman" w:hAnsi="Times New Roman" w:cs="Times New Roman"/>
                <w:b/>
                <w:bCs/>
                <w:lang w:val="en-GB"/>
              </w:rPr>
              <w:t>Translation services LOT 1, LOT 2</w:t>
            </w:r>
          </w:p>
          <w:p w:rsidR="004D5FDD" w:rsidRPr="001A3932" w:rsidRDefault="004D5FDD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>
              <w:rPr>
                <w:rFonts w:ascii="Times New Roman" w:hAnsi="Times New Roman" w:cs="Times New Roman"/>
                <w:b/>
                <w:bCs/>
                <w:lang w:val="en-GB"/>
              </w:rPr>
              <w:t>2</w:t>
            </w:r>
            <w:r w:rsidRPr="00B340B4">
              <w:rPr>
                <w:rFonts w:ascii="Times New Roman" w:hAnsi="Times New Roman" w:cs="Times New Roman"/>
                <w:b/>
                <w:bCs/>
                <w:lang w:val="en-GB"/>
              </w:rPr>
              <w:t>/eMS</w:t>
            </w:r>
            <w:r w:rsidRPr="00C0627E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RORS</w:t>
            </w:r>
            <w:r>
              <w:rPr>
                <w:rFonts w:ascii="Times New Roman" w:hAnsi="Times New Roman" w:cs="Times New Roman"/>
                <w:b/>
                <w:bCs/>
                <w:lang w:val="en-GB"/>
              </w:rPr>
              <w:t xml:space="preserve"> 283</w:t>
            </w:r>
          </w:p>
        </w:tc>
      </w:tr>
    </w:tbl>
    <w:p w:rsidR="004D5FDD" w:rsidRPr="001A3932" w:rsidRDefault="004D5FDD" w:rsidP="00555F00">
      <w:pPr>
        <w:rPr>
          <w:rFonts w:ascii="Times New Roman" w:hAnsi="Times New Roman" w:cs="Times New Roman"/>
        </w:rPr>
      </w:pPr>
    </w:p>
    <w:p w:rsidR="004D5FDD" w:rsidRPr="001A3932" w:rsidRDefault="004D5FDD" w:rsidP="00555F00">
      <w:pPr>
        <w:rPr>
          <w:rFonts w:ascii="Times New Roman" w:hAnsi="Times New Roman" w:cs="Times New Roman"/>
        </w:rPr>
      </w:pPr>
    </w:p>
    <w:p w:rsidR="004D5FDD" w:rsidRPr="001A3932" w:rsidRDefault="004D5FDD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5FDD" w:rsidRPr="001A3932" w:rsidRDefault="004D5FDD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6D4C1C">
        <w:rPr>
          <w:rFonts w:ascii="Times New Roman" w:hAnsi="Times New Roman" w:cs="Times New Roman"/>
          <w:sz w:val="24"/>
          <w:szCs w:val="24"/>
        </w:rPr>
        <w:t>EUR / &lt;amount&gt;</w:t>
      </w:r>
    </w:p>
    <w:p w:rsidR="004D5FDD" w:rsidRDefault="004D5FDD" w:rsidP="006D4C1C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023FB2">
        <w:rPr>
          <w:rFonts w:ascii="Times New Roman" w:hAnsi="Times New Roman" w:cs="Times New Roman"/>
          <w:sz w:val="24"/>
          <w:szCs w:val="24"/>
          <w:lang w:val="en-GB"/>
        </w:rPr>
        <w:t>Price must be presented in amount including all duties and taxes</w:t>
      </w:r>
    </w:p>
    <w:p w:rsidR="004D5FDD" w:rsidRPr="001A3932" w:rsidRDefault="004D5FDD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5FDD" w:rsidRPr="001A3932" w:rsidRDefault="004D5FDD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5FDD" w:rsidRPr="001A3932" w:rsidRDefault="004D5FDD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4D5FDD" w:rsidRDefault="004D5FDD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4D5FDD" w:rsidRDefault="004D5FDD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5FDD" w:rsidRPr="005F0BEC" w:rsidRDefault="004D5FDD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4D5FDD" w:rsidRPr="001A3932">
        <w:tc>
          <w:tcPr>
            <w:tcW w:w="2268" w:type="dxa"/>
            <w:shd w:val="pct5" w:color="auto" w:fill="FFFFFF"/>
          </w:tcPr>
          <w:p w:rsidR="004D5FDD" w:rsidRPr="001A3932" w:rsidRDefault="004D5FDD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4D5FDD" w:rsidRPr="001A3932" w:rsidRDefault="004D5FDD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FDD" w:rsidRPr="001A3932">
        <w:tc>
          <w:tcPr>
            <w:tcW w:w="2268" w:type="dxa"/>
            <w:shd w:val="pct5" w:color="auto" w:fill="FFFFFF"/>
          </w:tcPr>
          <w:p w:rsidR="004D5FDD" w:rsidRPr="001A3932" w:rsidRDefault="004D5FDD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4D5FDD" w:rsidRPr="001A3932" w:rsidRDefault="004D5FDD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FDD" w:rsidRPr="001A3932">
        <w:tc>
          <w:tcPr>
            <w:tcW w:w="2268" w:type="dxa"/>
            <w:shd w:val="pct5" w:color="auto" w:fill="FFFFFF"/>
          </w:tcPr>
          <w:p w:rsidR="004D5FDD" w:rsidRPr="001A3932" w:rsidRDefault="004D5FDD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4D5FDD" w:rsidRPr="001A3932" w:rsidRDefault="004D5FDD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5FDD" w:rsidRPr="001A3932" w:rsidRDefault="004D5FDD" w:rsidP="00555F00">
      <w:pPr>
        <w:rPr>
          <w:rFonts w:ascii="Times New Roman" w:hAnsi="Times New Roman" w:cs="Times New Roman"/>
        </w:rPr>
      </w:pPr>
    </w:p>
    <w:p w:rsidR="004D5FDD" w:rsidRPr="001A3932" w:rsidRDefault="004D5FDD" w:rsidP="00555F00">
      <w:pPr>
        <w:rPr>
          <w:rFonts w:ascii="Times New Roman" w:hAnsi="Times New Roman" w:cs="Times New Roman"/>
        </w:rPr>
      </w:pPr>
    </w:p>
    <w:sectPr w:rsidR="004D5FDD" w:rsidRPr="001A3932" w:rsidSect="00C224D7">
      <w:footerReference w:type="default" r:id="rId6"/>
      <w:pgSz w:w="12240" w:h="15840"/>
      <w:pgMar w:top="1417" w:right="1440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FDD" w:rsidRDefault="004D5FDD" w:rsidP="00537BE2">
      <w:pPr>
        <w:spacing w:after="0" w:line="240" w:lineRule="auto"/>
      </w:pPr>
      <w:r>
        <w:separator/>
      </w:r>
    </w:p>
  </w:endnote>
  <w:endnote w:type="continuationSeparator" w:id="0">
    <w:p w:rsidR="004D5FDD" w:rsidRDefault="004D5FDD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FDD" w:rsidRDefault="004D5FDD">
    <w:pPr>
      <w:pStyle w:val="Footer"/>
      <w:jc w:val="right"/>
      <w:rPr>
        <w:rFonts w:cs="Times New Roman"/>
      </w:rPr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</w:p>
  <w:p w:rsidR="004D5FDD" w:rsidRDefault="004D5FDD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FDD" w:rsidRDefault="004D5FDD" w:rsidP="00537BE2">
      <w:pPr>
        <w:spacing w:after="0" w:line="240" w:lineRule="auto"/>
      </w:pPr>
      <w:r>
        <w:separator/>
      </w:r>
    </w:p>
  </w:footnote>
  <w:footnote w:type="continuationSeparator" w:id="0">
    <w:p w:rsidR="004D5FDD" w:rsidRDefault="004D5FDD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C30"/>
    <w:rsid w:val="00023FB2"/>
    <w:rsid w:val="00026059"/>
    <w:rsid w:val="000729E7"/>
    <w:rsid w:val="000A2F7C"/>
    <w:rsid w:val="000B0C2D"/>
    <w:rsid w:val="000B462A"/>
    <w:rsid w:val="000D29D0"/>
    <w:rsid w:val="000D4D5D"/>
    <w:rsid w:val="000D5904"/>
    <w:rsid w:val="001225D3"/>
    <w:rsid w:val="0012327A"/>
    <w:rsid w:val="00150352"/>
    <w:rsid w:val="00175EC2"/>
    <w:rsid w:val="001A3932"/>
    <w:rsid w:val="001C4504"/>
    <w:rsid w:val="002E7A90"/>
    <w:rsid w:val="00332163"/>
    <w:rsid w:val="00337FFA"/>
    <w:rsid w:val="0038442F"/>
    <w:rsid w:val="004925CE"/>
    <w:rsid w:val="0049699B"/>
    <w:rsid w:val="004C17BF"/>
    <w:rsid w:val="004D5FDD"/>
    <w:rsid w:val="004F0889"/>
    <w:rsid w:val="005153AA"/>
    <w:rsid w:val="00537BE2"/>
    <w:rsid w:val="005555EF"/>
    <w:rsid w:val="00555F00"/>
    <w:rsid w:val="00580B3D"/>
    <w:rsid w:val="005C42D1"/>
    <w:rsid w:val="005E7DFB"/>
    <w:rsid w:val="005F0BEC"/>
    <w:rsid w:val="00682990"/>
    <w:rsid w:val="006D4C1C"/>
    <w:rsid w:val="00721055"/>
    <w:rsid w:val="007805DB"/>
    <w:rsid w:val="00796C0A"/>
    <w:rsid w:val="00802827"/>
    <w:rsid w:val="008835F5"/>
    <w:rsid w:val="008D2600"/>
    <w:rsid w:val="008D46C7"/>
    <w:rsid w:val="008D490D"/>
    <w:rsid w:val="00914F78"/>
    <w:rsid w:val="009C07D6"/>
    <w:rsid w:val="00A076D8"/>
    <w:rsid w:val="00A41909"/>
    <w:rsid w:val="00B340B4"/>
    <w:rsid w:val="00B60390"/>
    <w:rsid w:val="00C029ED"/>
    <w:rsid w:val="00C0627E"/>
    <w:rsid w:val="00C224D7"/>
    <w:rsid w:val="00C44A05"/>
    <w:rsid w:val="00CA3C73"/>
    <w:rsid w:val="00CC5822"/>
    <w:rsid w:val="00E519FB"/>
    <w:rsid w:val="00E53649"/>
    <w:rsid w:val="00E75D06"/>
    <w:rsid w:val="00ED2252"/>
    <w:rsid w:val="00ED3AD4"/>
    <w:rsid w:val="00F10EA4"/>
    <w:rsid w:val="00F17746"/>
    <w:rsid w:val="00F83244"/>
    <w:rsid w:val="00FC4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lang w:val="sl-SI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rFonts w:eastAsia="Times New Roman"/>
      <w:sz w:val="20"/>
      <w:szCs w:val="20"/>
      <w:lang w:eastAsia="ro-R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F0889"/>
    <w:rPr>
      <w:rFonts w:ascii="Calibri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F088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eastAsia="Times New Roman" w:hAnsi="Tahoma" w:cs="Tahoma"/>
      <w:sz w:val="16"/>
      <w:szCs w:val="16"/>
      <w:lang w:eastAsia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0889"/>
    <w:rPr>
      <w:rFonts w:ascii="Tahoma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/>
      <w:sz w:val="20"/>
      <w:szCs w:val="20"/>
      <w:lang w:eastAsia="ro-RO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37BE2"/>
    <w:rPr>
      <w:rFonts w:ascii="Calibri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/>
      <w:sz w:val="20"/>
      <w:szCs w:val="20"/>
      <w:lang w:eastAsia="ro-RO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37BE2"/>
    <w:rPr>
      <w:rFonts w:ascii="Calibri" w:hAnsi="Calibri" w:cs="Calibri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1</Pages>
  <Words>46</Words>
  <Characters>268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Mariana Giru</cp:lastModifiedBy>
  <cp:revision>22</cp:revision>
  <cp:lastPrinted>2019-09-17T11:12:00Z</cp:lastPrinted>
  <dcterms:created xsi:type="dcterms:W3CDTF">2015-08-20T09:50:00Z</dcterms:created>
  <dcterms:modified xsi:type="dcterms:W3CDTF">2019-09-17T11:12:00Z</dcterms:modified>
</cp:coreProperties>
</file>